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4E6E" w14:textId="0D5B8B5D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DB25D4" w:rsidRPr="00DB25D4">
        <w:rPr>
          <w:rFonts w:ascii="Corbel" w:hAnsi="Corbel"/>
          <w:bCs/>
          <w:i/>
        </w:rPr>
        <w:t xml:space="preserve"> </w:t>
      </w:r>
      <w:r w:rsidR="00DB25D4" w:rsidRPr="00DB25D4">
        <w:rPr>
          <w:rFonts w:ascii="Corbel" w:hAnsi="Corbel" w:cs="Arial"/>
        </w:rPr>
        <w:t>7/2023</w:t>
      </w:r>
    </w:p>
    <w:p w14:paraId="62368EBA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620E5B53" w14:textId="66498291" w:rsidR="0085747A" w:rsidRPr="009437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9437D2">
        <w:rPr>
          <w:rFonts w:ascii="Corbel" w:hAnsi="Corbel"/>
          <w:b/>
          <w:smallCaps/>
          <w:sz w:val="24"/>
          <w:szCs w:val="24"/>
        </w:rPr>
        <w:t xml:space="preserve"> </w:t>
      </w:r>
      <w:r w:rsidR="00F01C97" w:rsidRPr="00F01C97">
        <w:rPr>
          <w:rFonts w:ascii="Corbel" w:hAnsi="Corbel"/>
          <w:i/>
          <w:smallCaps/>
          <w:sz w:val="24"/>
          <w:szCs w:val="24"/>
        </w:rPr>
        <w:t>202</w:t>
      </w:r>
      <w:r w:rsidR="00DB25D4">
        <w:rPr>
          <w:rFonts w:ascii="Corbel" w:hAnsi="Corbel"/>
          <w:i/>
          <w:smallCaps/>
          <w:sz w:val="24"/>
          <w:szCs w:val="24"/>
        </w:rPr>
        <w:t>3</w:t>
      </w:r>
      <w:r w:rsidR="00F01C97" w:rsidRPr="00F01C97">
        <w:rPr>
          <w:rFonts w:ascii="Corbel" w:hAnsi="Corbel"/>
          <w:i/>
          <w:smallCaps/>
          <w:sz w:val="24"/>
          <w:szCs w:val="24"/>
        </w:rPr>
        <w:t>-202</w:t>
      </w:r>
      <w:r w:rsidR="00DB25D4">
        <w:rPr>
          <w:rFonts w:ascii="Corbel" w:hAnsi="Corbel"/>
          <w:i/>
          <w:smallCaps/>
          <w:sz w:val="24"/>
          <w:szCs w:val="24"/>
        </w:rPr>
        <w:t>5</w:t>
      </w:r>
    </w:p>
    <w:p w14:paraId="5BD257B7" w14:textId="10D0D15E" w:rsidR="0085747A" w:rsidRPr="009437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01C97">
        <w:rPr>
          <w:rFonts w:ascii="Corbel" w:hAnsi="Corbel"/>
          <w:i/>
          <w:sz w:val="24"/>
          <w:szCs w:val="24"/>
        </w:rPr>
        <w:tab/>
      </w:r>
      <w:r w:rsidR="0085747A" w:rsidRPr="007D5CB2">
        <w:rPr>
          <w:rFonts w:ascii="Corbel" w:hAnsi="Corbel"/>
          <w:i/>
          <w:sz w:val="20"/>
          <w:szCs w:val="24"/>
        </w:rPr>
        <w:t>(skrajne daty</w:t>
      </w:r>
      <w:r w:rsidR="0085747A" w:rsidRPr="007D5CB2">
        <w:rPr>
          <w:rFonts w:ascii="Corbel" w:hAnsi="Corbel"/>
          <w:sz w:val="20"/>
          <w:szCs w:val="24"/>
        </w:rPr>
        <w:t>)</w:t>
      </w:r>
    </w:p>
    <w:p w14:paraId="2F7BFC25" w14:textId="47A3A9F8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="00F01C97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 xml:space="preserve">Rok akademicki </w:t>
      </w:r>
      <w:r w:rsidR="00F01C97" w:rsidRPr="00F01C97">
        <w:rPr>
          <w:rFonts w:ascii="Corbel" w:hAnsi="Corbel"/>
          <w:sz w:val="24"/>
          <w:szCs w:val="24"/>
        </w:rPr>
        <w:t>202</w:t>
      </w:r>
      <w:r w:rsidR="00DB25D4">
        <w:rPr>
          <w:rFonts w:ascii="Corbel" w:hAnsi="Corbel"/>
          <w:sz w:val="24"/>
          <w:szCs w:val="24"/>
        </w:rPr>
        <w:t>4</w:t>
      </w:r>
      <w:r w:rsidR="00F01C97" w:rsidRPr="00F01C97">
        <w:rPr>
          <w:rFonts w:ascii="Corbel" w:hAnsi="Corbel"/>
          <w:sz w:val="24"/>
          <w:szCs w:val="24"/>
        </w:rPr>
        <w:t>/202</w:t>
      </w:r>
      <w:r w:rsidR="00DB25D4">
        <w:rPr>
          <w:rFonts w:ascii="Corbel" w:hAnsi="Corbel"/>
          <w:sz w:val="24"/>
          <w:szCs w:val="24"/>
        </w:rPr>
        <w:t>5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1214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E12147">
              <w:rPr>
                <w:rFonts w:ascii="Corbel" w:hAnsi="Corbel"/>
                <w:bCs/>
                <w:sz w:val="24"/>
                <w:szCs w:val="24"/>
              </w:rPr>
              <w:t>Comparative social policies</w:t>
            </w:r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12FA5B67" w:rsidR="0085747A" w:rsidRPr="00E52FD7" w:rsidRDefault="00EE7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3108B361" w:rsidR="0085747A" w:rsidRPr="00E52FD7" w:rsidRDefault="00E12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214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F381AFF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2670AC4A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4B8E4BE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2D02BF86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5D7A5304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38CFAA6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11C9051E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1D5707C8" w14:textId="77777777" w:rsidR="00F01C97" w:rsidRDefault="00F01C9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i/>
          <w:szCs w:val="24"/>
        </w:rPr>
      </w:pPr>
      <w:r>
        <w:rPr>
          <w:rFonts w:ascii="MS Gothic" w:eastAsia="MS Gothic" w:hAnsi="MS Gothic" w:cs="MS Gothic"/>
          <w:i/>
          <w:szCs w:val="24"/>
        </w:rPr>
        <w:t xml:space="preserve"> </w:t>
      </w:r>
    </w:p>
    <w:p w14:paraId="569BD8B3" w14:textId="663F16B5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123C">
        <w:rPr>
          <w:rFonts w:ascii="MS Gothic" w:eastAsia="MS Gothic" w:hAnsi="MS Gothic" w:cs="MS Gothic"/>
          <w:b w:val="0"/>
          <w:bCs/>
          <w:iCs/>
          <w:szCs w:val="24"/>
        </w:rPr>
        <w:t>X</w:t>
      </w:r>
      <w:r w:rsidR="0085747A" w:rsidRPr="002A123C">
        <w:rPr>
          <w:rFonts w:ascii="Corbel" w:hAnsi="Corbel"/>
          <w:b w:val="0"/>
          <w:bCs/>
          <w:iCs/>
          <w:smallCaps w:val="0"/>
          <w:szCs w:val="24"/>
        </w:rPr>
        <w:t xml:space="preserve"> 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B9839A" w14:textId="77777777" w:rsidR="00F01C97" w:rsidRDefault="00F01C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99899" w14:textId="2ED237F5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54FA7D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p w14:paraId="28A8517F" w14:textId="77777777" w:rsidR="00F01C97" w:rsidRPr="00E52FD7" w:rsidRDefault="00F01C9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78C212A0" w14:textId="67D5FF40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2A1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2A123C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2A12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F01C97">
        <w:tc>
          <w:tcPr>
            <w:tcW w:w="9520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F01C97">
        <w:tc>
          <w:tcPr>
            <w:tcW w:w="9520" w:type="dxa"/>
          </w:tcPr>
          <w:p w14:paraId="4315B186" w14:textId="0D81C760" w:rsidR="0085747A" w:rsidRPr="00F01C97" w:rsidRDefault="002A123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12147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E12147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E12147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E12147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E12147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E12147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3CF49C9D" w:rsidR="0085747A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2147">
        <w:rPr>
          <w:rFonts w:ascii="Corbel" w:hAnsi="Corbel"/>
          <w:smallCaps w:val="0"/>
          <w:szCs w:val="24"/>
        </w:rPr>
        <w:br w:type="column"/>
      </w:r>
      <w:r w:rsidR="009F4610" w:rsidRPr="00E52FD7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0F28F50D" w14:textId="77777777" w:rsidR="00C44978" w:rsidRPr="00E52FD7" w:rsidRDefault="00C4497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0678EF7" w14:textId="7433BECA" w:rsidR="0085747A" w:rsidRPr="002A123C" w:rsidRDefault="002A123C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2A123C">
        <w:rPr>
          <w:rFonts w:ascii="Corbel" w:hAnsi="Corbel"/>
          <w:b w:val="0"/>
          <w:i/>
          <w:iCs/>
          <w:smallCaps w:val="0"/>
          <w:szCs w:val="24"/>
        </w:rPr>
        <w:t xml:space="preserve">Konwersatorium: </w:t>
      </w:r>
      <w:r w:rsidR="002B01FB" w:rsidRPr="002A123C">
        <w:rPr>
          <w:rFonts w:ascii="Corbel" w:hAnsi="Corbel"/>
          <w:b w:val="0"/>
          <w:i/>
          <w:iCs/>
          <w:smallCaps w:val="0"/>
          <w:szCs w:val="24"/>
        </w:rPr>
        <w:t>analiza tekstu, dyskusja sokratejska, praca w grupach</w:t>
      </w:r>
      <w:r w:rsidRPr="002A123C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5E5E747F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r w:rsidRPr="002A123C">
              <w:rPr>
                <w:smallCaps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6B71F73E" w:rsidR="002B01FB" w:rsidRPr="002A123C" w:rsidRDefault="002A123C" w:rsidP="002B01FB">
            <w:pPr>
              <w:jc w:val="center"/>
              <w:rPr>
                <w:smallCaps/>
                <w:sz w:val="24"/>
                <w:szCs w:val="24"/>
              </w:rPr>
            </w:pPr>
            <w:r w:rsidRPr="002A123C">
              <w:rPr>
                <w:smallCaps/>
                <w:sz w:val="24"/>
                <w:szCs w:val="24"/>
              </w:rPr>
              <w:t>konw</w:t>
            </w:r>
            <w:r>
              <w:rPr>
                <w:smallCaps/>
                <w:sz w:val="24"/>
                <w:szCs w:val="24"/>
              </w:rPr>
              <w:t>.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6CBC57B2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77777777" w:rsidR="00C61DC5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44978" w:rsidRPr="00E52FD7" w14:paraId="1566F13B" w14:textId="77777777" w:rsidTr="00C44978">
        <w:trPr>
          <w:trHeight w:val="397"/>
        </w:trPr>
        <w:tc>
          <w:tcPr>
            <w:tcW w:w="3544" w:type="dxa"/>
          </w:tcPr>
          <w:p w14:paraId="3027D8C3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53A9BF82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  <w:tr w:rsidR="00C44978" w:rsidRPr="00E52FD7" w14:paraId="0C8AB984" w14:textId="77777777" w:rsidTr="00C44978">
        <w:trPr>
          <w:trHeight w:val="397"/>
        </w:trPr>
        <w:tc>
          <w:tcPr>
            <w:tcW w:w="3544" w:type="dxa"/>
          </w:tcPr>
          <w:p w14:paraId="29412732" w14:textId="77777777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44ADC1BF" w:rsidR="00C44978" w:rsidRPr="00E52FD7" w:rsidRDefault="00C44978" w:rsidP="00C44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7F65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5D6E8" w14:textId="77777777" w:rsidR="0085747A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3D326496" w14:textId="77777777" w:rsidR="00675843" w:rsidRPr="00E5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A123C" w14:paraId="74DB08B9" w14:textId="77777777" w:rsidTr="00C44978">
        <w:trPr>
          <w:trHeight w:val="397"/>
        </w:trPr>
        <w:tc>
          <w:tcPr>
            <w:tcW w:w="7513" w:type="dxa"/>
          </w:tcPr>
          <w:p w14:paraId="5149B452" w14:textId="77777777" w:rsidR="0085747A" w:rsidRPr="001F287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 podstawowa:</w:t>
            </w:r>
          </w:p>
          <w:p w14:paraId="39B0386D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871742E" w14:textId="77777777" w:rsidR="001F2877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71D78A21" w14:textId="7FD545E8" w:rsidR="00247539" w:rsidRPr="001F2877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Glos: Edward Elgar Publishing Limited.</w:t>
            </w:r>
          </w:p>
        </w:tc>
      </w:tr>
      <w:tr w:rsidR="0085747A" w:rsidRPr="002A123C" w14:paraId="03A82A5E" w14:textId="77777777" w:rsidTr="00C44978">
        <w:trPr>
          <w:trHeight w:val="397"/>
        </w:trPr>
        <w:tc>
          <w:tcPr>
            <w:tcW w:w="7513" w:type="dxa"/>
          </w:tcPr>
          <w:p w14:paraId="713F0AE3" w14:textId="39DDED95" w:rsidR="00E52FD7" w:rsidRPr="001F2877" w:rsidRDefault="0085747A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 uzupełniająca:</w:t>
            </w:r>
          </w:p>
          <w:p w14:paraId="53943D47" w14:textId="77777777" w:rsidR="001F2877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4C5645D" w14:textId="78FFB8B0" w:rsidR="009C258C" w:rsidRPr="009C258C" w:rsidRDefault="001F2877" w:rsidP="001F2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656DFECF" w14:textId="77777777" w:rsidR="0085747A" w:rsidRPr="009C25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378721" w14:textId="77777777" w:rsidR="009437D2" w:rsidRPr="009C258C" w:rsidRDefault="009437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664D" w14:textId="77777777" w:rsidR="003051B2" w:rsidRDefault="003051B2" w:rsidP="00C16ABF">
      <w:pPr>
        <w:spacing w:after="0" w:line="240" w:lineRule="auto"/>
      </w:pPr>
      <w:r>
        <w:separator/>
      </w:r>
    </w:p>
  </w:endnote>
  <w:endnote w:type="continuationSeparator" w:id="0">
    <w:p w14:paraId="31D735B0" w14:textId="77777777" w:rsidR="003051B2" w:rsidRDefault="003051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Content>
      <w:p w14:paraId="3C22E485" w14:textId="77777777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CEB">
          <w:rPr>
            <w:noProof/>
          </w:rPr>
          <w:t>1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6C408" w14:textId="77777777" w:rsidR="003051B2" w:rsidRDefault="003051B2" w:rsidP="00C16ABF">
      <w:pPr>
        <w:spacing w:after="0" w:line="240" w:lineRule="auto"/>
      </w:pPr>
      <w:r>
        <w:separator/>
      </w:r>
    </w:p>
  </w:footnote>
  <w:footnote w:type="continuationSeparator" w:id="0">
    <w:p w14:paraId="2D0E3BEC" w14:textId="77777777" w:rsidR="003051B2" w:rsidRDefault="003051B2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64657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0F3F"/>
    <w:rsid w:val="001A70D2"/>
    <w:rsid w:val="001C4DDB"/>
    <w:rsid w:val="001D657B"/>
    <w:rsid w:val="001D7B54"/>
    <w:rsid w:val="001E0209"/>
    <w:rsid w:val="001F2877"/>
    <w:rsid w:val="001F2CA2"/>
    <w:rsid w:val="001F585A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123C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1B2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003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71C73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1C87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5CB2"/>
    <w:rsid w:val="007D6E56"/>
    <w:rsid w:val="007F4155"/>
    <w:rsid w:val="0081554D"/>
    <w:rsid w:val="0081707E"/>
    <w:rsid w:val="008449B3"/>
    <w:rsid w:val="00844EC2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851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5D0"/>
    <w:rsid w:val="00B819C8"/>
    <w:rsid w:val="00B82308"/>
    <w:rsid w:val="00B90885"/>
    <w:rsid w:val="00BA57B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78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BE"/>
    <w:rsid w:val="00DA2114"/>
    <w:rsid w:val="00DB25D4"/>
    <w:rsid w:val="00DD35D6"/>
    <w:rsid w:val="00DE09C0"/>
    <w:rsid w:val="00DE4A14"/>
    <w:rsid w:val="00DF320D"/>
    <w:rsid w:val="00DF71C8"/>
    <w:rsid w:val="00E12147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1C97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CFA1D3-EA7B-4C07-BC37-22D5650AD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4E35D-6F8C-4A29-BA8B-1DC62E704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FD97BD-BAC0-46A0-9D0C-4D666F8EF6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CF21D-5733-4B76-9523-CA686E5EB1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4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14</cp:revision>
  <cp:lastPrinted>2019-07-10T14:44:00Z</cp:lastPrinted>
  <dcterms:created xsi:type="dcterms:W3CDTF">2020-10-30T07:54:00Z</dcterms:created>
  <dcterms:modified xsi:type="dcterms:W3CDTF">2023-07-12T06:44:00Z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